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406" w:rsidRDefault="004D0406" w:rsidP="00F702C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4D0406" w:rsidRDefault="004D0406" w:rsidP="00F702C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4D0406" w:rsidRDefault="004D0406" w:rsidP="00D07C6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D0406" w:rsidRDefault="004D0406" w:rsidP="00D07C6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Саяногорск</w:t>
      </w:r>
    </w:p>
    <w:p w:rsidR="004D0406" w:rsidRDefault="004D0406" w:rsidP="00D07C6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2025 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FFFF"/>
          <w:sz w:val="28"/>
          <w:szCs w:val="28"/>
        </w:rPr>
        <w:t>г</w:t>
      </w:r>
    </w:p>
    <w:p w:rsidR="004D0406" w:rsidRDefault="004D0406" w:rsidP="00D07C6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D0406" w:rsidRDefault="004D0406" w:rsidP="00D07C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D0406" w:rsidRDefault="004D0406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bookmarkStart w:id="0" w:name="P70"/>
      <w:bookmarkEnd w:id="0"/>
      <w:r>
        <w:rPr>
          <w:rFonts w:ascii="Times New Roman" w:hAnsi="Times New Roman" w:cs="Times New Roman"/>
          <w:sz w:val="28"/>
          <w:szCs w:val="28"/>
        </w:rPr>
        <w:t>«Таблица 1</w:t>
      </w:r>
    </w:p>
    <w:p w:rsidR="004D0406" w:rsidRDefault="004D0406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5740" w:type="dxa"/>
        <w:tblInd w:w="94" w:type="dxa"/>
        <w:tblLook w:val="00A0"/>
      </w:tblPr>
      <w:tblGrid>
        <w:gridCol w:w="640"/>
        <w:gridCol w:w="83"/>
        <w:gridCol w:w="4857"/>
        <w:gridCol w:w="1840"/>
        <w:gridCol w:w="1100"/>
        <w:gridCol w:w="1100"/>
        <w:gridCol w:w="1100"/>
        <w:gridCol w:w="1100"/>
        <w:gridCol w:w="1100"/>
        <w:gridCol w:w="1100"/>
        <w:gridCol w:w="1720"/>
      </w:tblGrid>
      <w:tr w:rsidR="004D0406" w:rsidRPr="001B4608" w:rsidTr="00890B43">
        <w:trPr>
          <w:trHeight w:val="206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49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Наименование мероприятия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Источники финансирования </w:t>
            </w:r>
          </w:p>
        </w:tc>
        <w:tc>
          <w:tcPr>
            <w:tcW w:w="66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Объем финансирования по годам, тыс.руб.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Ответственный исполнитель, соисполнитель</w:t>
            </w:r>
          </w:p>
        </w:tc>
      </w:tr>
      <w:tr w:rsidR="004D0406" w:rsidRPr="001B4608" w:rsidTr="00890B43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2025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2026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2027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2028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2029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2030</w:t>
            </w: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D0406" w:rsidRPr="001B4608" w:rsidTr="00BF218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BF21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BF21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BF21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BF21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BF21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BF21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BF21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BF21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BF21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BF21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</w:tr>
      <w:tr w:rsidR="004D0406" w:rsidRPr="001B4608" w:rsidTr="00890B43">
        <w:trPr>
          <w:trHeight w:val="64"/>
        </w:trPr>
        <w:tc>
          <w:tcPr>
            <w:tcW w:w="157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Задача 1. Совершенствование  условий для развития культуры и досуга жителей муниципального образования город Саяногорск</w:t>
            </w:r>
          </w:p>
        </w:tc>
      </w:tr>
      <w:tr w:rsidR="004D0406" w:rsidRPr="001B4608" w:rsidTr="00ED5ED2">
        <w:trPr>
          <w:trHeight w:val="565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1.1.</w:t>
            </w:r>
          </w:p>
        </w:tc>
        <w:tc>
          <w:tcPr>
            <w:tcW w:w="49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Организация и обеспечение эффективного функционирования библиотечного дела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36 104,9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19 363,5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20 700,1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32 458,2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27 882,2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28 946,2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УКСМ</w:t>
            </w:r>
          </w:p>
        </w:tc>
      </w:tr>
      <w:tr w:rsidR="004D0406" w:rsidRPr="001B4608" w:rsidTr="00ED5ED2">
        <w:trPr>
          <w:trHeight w:val="559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3 757,3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76,7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73,4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D0406" w:rsidRPr="001B4608" w:rsidTr="00ED5ED2">
        <w:trPr>
          <w:trHeight w:val="64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1.2.</w:t>
            </w:r>
          </w:p>
        </w:tc>
        <w:tc>
          <w:tcPr>
            <w:tcW w:w="49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Организация и обеспечение  эффективного функционирования музейного дела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19 836,9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9 962,5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11 418,0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15 686,5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13 181,3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13 695,4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D0406" w:rsidRPr="001B4608" w:rsidTr="00ED5ED2">
        <w:trPr>
          <w:trHeight w:val="64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2 014,3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D0406" w:rsidRPr="001B4608" w:rsidTr="00ED5ED2">
        <w:trPr>
          <w:trHeight w:val="518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1.3.</w:t>
            </w:r>
          </w:p>
        </w:tc>
        <w:tc>
          <w:tcPr>
            <w:tcW w:w="49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Организация и обеспечение эффективного функционирования учреждений культурно-досугового типа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88 782,9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55 184,3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49 310,4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61 359,4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62 494,0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64 719,5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D0406" w:rsidRPr="001B4608" w:rsidTr="00ED5ED2">
        <w:trPr>
          <w:trHeight w:val="51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2 542,6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D0406" w:rsidRPr="001B4608" w:rsidTr="00ED5ED2">
        <w:trPr>
          <w:trHeight w:val="64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D0406" w:rsidRPr="001B4608" w:rsidTr="00ED5ED2">
        <w:trPr>
          <w:trHeight w:val="713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1.4.</w:t>
            </w:r>
          </w:p>
        </w:tc>
        <w:tc>
          <w:tcPr>
            <w:tcW w:w="49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Ре</w:t>
            </w:r>
            <w:r>
              <w:rPr>
                <w:rFonts w:ascii="Times New Roman" w:hAnsi="Times New Roman"/>
                <w:color w:val="000000"/>
                <w:lang w:eastAsia="ru-RU"/>
              </w:rPr>
              <w:t>ализация регионального проекта «</w:t>
            </w:r>
            <w:r w:rsidRPr="00890B43">
              <w:rPr>
                <w:rFonts w:ascii="Times New Roman" w:hAnsi="Times New Roman"/>
                <w:color w:val="000000"/>
                <w:lang w:eastAsia="ru-RU"/>
              </w:rPr>
              <w:t>Семейные цен</w:t>
            </w:r>
            <w:r>
              <w:rPr>
                <w:rFonts w:ascii="Times New Roman" w:hAnsi="Times New Roman"/>
                <w:color w:val="000000"/>
                <w:lang w:eastAsia="ru-RU"/>
              </w:rPr>
              <w:t>ности и инфраструктура культуры»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152,7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D0406" w:rsidRPr="001B4608" w:rsidTr="00ED5ED2">
        <w:trPr>
          <w:trHeight w:val="392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15 118,4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D0406" w:rsidRPr="001B4608" w:rsidTr="00BF2189">
        <w:trPr>
          <w:trHeight w:val="27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BF21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BF21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BF21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BF21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BF21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BF21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BF21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BF21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BF21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BF21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</w:tr>
      <w:tr w:rsidR="004D0406" w:rsidRPr="001B4608" w:rsidTr="00ED5ED2">
        <w:trPr>
          <w:trHeight w:val="510"/>
        </w:trPr>
        <w:tc>
          <w:tcPr>
            <w:tcW w:w="55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ИТОГО по задаче 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144 724,7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84 663,0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81 428,5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109 504,1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103 557,5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107 361,1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D0406" w:rsidRPr="001B4608" w:rsidTr="00ED5ED2">
        <w:trPr>
          <w:trHeight w:val="278"/>
        </w:trPr>
        <w:tc>
          <w:tcPr>
            <w:tcW w:w="55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8 314,2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15 260,9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139,2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D0406" w:rsidRPr="001B4608" w:rsidTr="00ED5ED2">
        <w:trPr>
          <w:trHeight w:val="330"/>
        </w:trPr>
        <w:tc>
          <w:tcPr>
            <w:tcW w:w="55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D0406" w:rsidRPr="001B4608" w:rsidTr="00BF2189">
        <w:trPr>
          <w:trHeight w:val="64"/>
        </w:trPr>
        <w:tc>
          <w:tcPr>
            <w:tcW w:w="157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Задача 2. Совершенствование условий, способствующих развитию системы дополнительного образования в области культуры и искусства в муниципальном образовании город Саяногорск</w:t>
            </w:r>
          </w:p>
        </w:tc>
      </w:tr>
      <w:tr w:rsidR="004D0406" w:rsidRPr="001B4608" w:rsidTr="00ED5ED2">
        <w:trPr>
          <w:trHeight w:val="549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2.1.</w:t>
            </w:r>
          </w:p>
        </w:tc>
        <w:tc>
          <w:tcPr>
            <w:tcW w:w="49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Обеспечение эффективного функционирования учреждений дополнительного  образования в области культуры и искусства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122 838,7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66 928,2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67 966,4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83 073,6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96 176,2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99 919,3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УКСМ</w:t>
            </w:r>
          </w:p>
        </w:tc>
      </w:tr>
      <w:tr w:rsidR="004D0406" w:rsidRPr="001B4608" w:rsidTr="00ED5ED2">
        <w:trPr>
          <w:trHeight w:val="699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3 717,9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D0406" w:rsidRPr="001B4608" w:rsidTr="00ED5ED2">
        <w:trPr>
          <w:trHeight w:val="554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2.2.</w:t>
            </w:r>
          </w:p>
        </w:tc>
        <w:tc>
          <w:tcPr>
            <w:tcW w:w="49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Ре</w:t>
            </w:r>
            <w:r>
              <w:rPr>
                <w:rFonts w:ascii="Times New Roman" w:hAnsi="Times New Roman"/>
                <w:color w:val="000000"/>
                <w:lang w:eastAsia="ru-RU"/>
              </w:rPr>
              <w:t>ализация регионального проекта «</w:t>
            </w:r>
            <w:r w:rsidRPr="00890B43">
              <w:rPr>
                <w:rFonts w:ascii="Times New Roman" w:hAnsi="Times New Roman"/>
                <w:color w:val="000000"/>
                <w:lang w:eastAsia="ru-RU"/>
              </w:rPr>
              <w:t>Семейные цен</w:t>
            </w:r>
            <w:r>
              <w:rPr>
                <w:rFonts w:ascii="Times New Roman" w:hAnsi="Times New Roman"/>
                <w:color w:val="000000"/>
                <w:lang w:eastAsia="ru-RU"/>
              </w:rPr>
              <w:t>ности и инфраструктура культуры»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679,4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D0406" w:rsidRPr="001B4608" w:rsidTr="00ED5ED2">
        <w:trPr>
          <w:trHeight w:val="51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67 254,3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D0406" w:rsidRPr="001B4608" w:rsidTr="00ED5ED2">
        <w:trPr>
          <w:trHeight w:val="611"/>
        </w:trPr>
        <w:tc>
          <w:tcPr>
            <w:tcW w:w="55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ИТОГО по задаче 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122 838,7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67 607,6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67 966,4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83 073,6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96 176,2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99 919,3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D0406" w:rsidRPr="001B4608" w:rsidTr="00890B43">
        <w:trPr>
          <w:trHeight w:val="510"/>
        </w:trPr>
        <w:tc>
          <w:tcPr>
            <w:tcW w:w="55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3 717,9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67 254,3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D0406" w:rsidRPr="001B4608" w:rsidTr="00890B43">
        <w:trPr>
          <w:trHeight w:val="300"/>
        </w:trPr>
        <w:tc>
          <w:tcPr>
            <w:tcW w:w="55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D0406" w:rsidRPr="001B4608" w:rsidTr="00ED5ED2">
        <w:trPr>
          <w:trHeight w:val="525"/>
        </w:trPr>
        <w:tc>
          <w:tcPr>
            <w:tcW w:w="157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Задача 3.  Осуществление координации и контроля субъектов сферы культуры и искусства</w:t>
            </w:r>
          </w:p>
        </w:tc>
      </w:tr>
      <w:tr w:rsidR="004D0406" w:rsidRPr="001B4608" w:rsidTr="00ED5ED2">
        <w:trPr>
          <w:trHeight w:val="98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3.1.</w:t>
            </w:r>
          </w:p>
        </w:tc>
        <w:tc>
          <w:tcPr>
            <w:tcW w:w="4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Обеспечение процесса эффективной реализации услуг, контроль и координация деятельности учреждений в сфере культуры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6 563,4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4 581,9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3 664,3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4 901,7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5 089,0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5 283,5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УКСМ</w:t>
            </w:r>
          </w:p>
        </w:tc>
      </w:tr>
      <w:tr w:rsidR="004D0406" w:rsidRPr="001B4608" w:rsidTr="00890B43">
        <w:trPr>
          <w:trHeight w:val="544"/>
        </w:trPr>
        <w:tc>
          <w:tcPr>
            <w:tcW w:w="55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ИТОГО по задаче 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6 563,4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4 581,9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3 664,3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4 901,7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5 089,0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5 283,5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D0406" w:rsidRPr="001B4608" w:rsidTr="00890B43">
        <w:trPr>
          <w:trHeight w:val="510"/>
        </w:trPr>
        <w:tc>
          <w:tcPr>
            <w:tcW w:w="55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D0406" w:rsidRPr="001B4608" w:rsidTr="00ED5ED2">
        <w:trPr>
          <w:trHeight w:val="300"/>
        </w:trPr>
        <w:tc>
          <w:tcPr>
            <w:tcW w:w="55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D0406" w:rsidRPr="001B4608" w:rsidTr="00ED5ED2">
        <w:trPr>
          <w:trHeight w:val="300"/>
        </w:trPr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</w:tr>
      <w:tr w:rsidR="004D0406" w:rsidRPr="001B4608" w:rsidTr="00ED5ED2">
        <w:trPr>
          <w:trHeight w:val="375"/>
        </w:trPr>
        <w:tc>
          <w:tcPr>
            <w:tcW w:w="157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Задача 4.Создание благоприятной культурной среды для формирования у жителей позитивных ценностей и установок</w:t>
            </w:r>
          </w:p>
        </w:tc>
      </w:tr>
      <w:tr w:rsidR="004D0406" w:rsidRPr="001B4608" w:rsidTr="00ED5ED2">
        <w:trPr>
          <w:trHeight w:val="69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4.1.</w:t>
            </w:r>
          </w:p>
        </w:tc>
        <w:tc>
          <w:tcPr>
            <w:tcW w:w="4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Сохранение и поддержание благоприятной культурной среды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335,0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120,8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125,5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130,4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УКСМ</w:t>
            </w:r>
          </w:p>
        </w:tc>
      </w:tr>
      <w:tr w:rsidR="004D0406" w:rsidRPr="001B4608" w:rsidTr="00890B43">
        <w:trPr>
          <w:trHeight w:val="64"/>
        </w:trPr>
        <w:tc>
          <w:tcPr>
            <w:tcW w:w="55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ИТОГО по задаче 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335,0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120,8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125,5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130,4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D0406" w:rsidRPr="001B4608" w:rsidTr="00890B43">
        <w:trPr>
          <w:trHeight w:val="64"/>
        </w:trPr>
        <w:tc>
          <w:tcPr>
            <w:tcW w:w="55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D0406" w:rsidRPr="001B4608" w:rsidTr="00890B43">
        <w:trPr>
          <w:trHeight w:val="64"/>
        </w:trPr>
        <w:tc>
          <w:tcPr>
            <w:tcW w:w="55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D0406" w:rsidRPr="001B4608" w:rsidTr="00890B43">
        <w:trPr>
          <w:trHeight w:val="86"/>
        </w:trPr>
        <w:tc>
          <w:tcPr>
            <w:tcW w:w="157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Задача 5. Создание условий для формирования открытого информационного пространства на территории муниципального образования город Саяногорск, обеспечивающего реализацию права граждан на доступ к информации о деятельности органов местного самоуправления, а также гласность и открытость деятельности органов местного самоуправления в вопросах социально-экономического и культурного развития территории.</w:t>
            </w:r>
          </w:p>
        </w:tc>
      </w:tr>
      <w:tr w:rsidR="004D0406" w:rsidRPr="001B4608" w:rsidTr="00890B43">
        <w:trPr>
          <w:trHeight w:val="46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5.1.</w:t>
            </w:r>
          </w:p>
        </w:tc>
        <w:tc>
          <w:tcPr>
            <w:tcW w:w="4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Обеспечение информирования населения о деятельности и решениях органов местного самоуправления муниципального образования город Саяногорск по различным направлениям культурного и социально-экономического развития города и иной информации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22 819,4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11 183,5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9 241,5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15 140,2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15 522,9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16 128,3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УКСМ</w:t>
            </w:r>
          </w:p>
        </w:tc>
      </w:tr>
      <w:tr w:rsidR="004D0406" w:rsidRPr="001B4608" w:rsidTr="00890B43">
        <w:trPr>
          <w:trHeight w:val="94"/>
        </w:trPr>
        <w:tc>
          <w:tcPr>
            <w:tcW w:w="55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ИТОГО по задаче 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22 819,4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11 183,5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9 241,5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15 140,2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15 522,9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16 128,3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D0406" w:rsidRPr="001B4608" w:rsidTr="00890B43">
        <w:trPr>
          <w:trHeight w:val="510"/>
        </w:trPr>
        <w:tc>
          <w:tcPr>
            <w:tcW w:w="55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D0406" w:rsidRPr="001B4608" w:rsidTr="00890B43">
        <w:trPr>
          <w:trHeight w:val="64"/>
        </w:trPr>
        <w:tc>
          <w:tcPr>
            <w:tcW w:w="55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D0406" w:rsidRPr="001B4608" w:rsidTr="00890B43">
        <w:trPr>
          <w:trHeight w:val="579"/>
        </w:trPr>
        <w:tc>
          <w:tcPr>
            <w:tcW w:w="55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ВСЕГО по Программе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 программе в целом за счет всех источников финансирования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309 658,3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250 886,2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162 719,9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212 834,4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220 565,1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228 916,6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4D0406" w:rsidRPr="001B4608" w:rsidTr="00890B43">
        <w:trPr>
          <w:trHeight w:val="64"/>
        </w:trPr>
        <w:tc>
          <w:tcPr>
            <w:tcW w:w="55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01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4D0406" w:rsidRPr="001B4608" w:rsidTr="00890B43">
        <w:trPr>
          <w:trHeight w:val="544"/>
        </w:trPr>
        <w:tc>
          <w:tcPr>
            <w:tcW w:w="55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12 032,1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82 515,2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139,2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4D0406" w:rsidRPr="001B4608" w:rsidTr="00890B43">
        <w:trPr>
          <w:trHeight w:val="64"/>
        </w:trPr>
        <w:tc>
          <w:tcPr>
            <w:tcW w:w="55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297 026,2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168 371,0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162 580,7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212 740,4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220 471,1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228 822,6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4D0406" w:rsidRPr="001B4608" w:rsidTr="00890B43">
        <w:trPr>
          <w:trHeight w:val="300"/>
        </w:trPr>
        <w:tc>
          <w:tcPr>
            <w:tcW w:w="55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890B43" w:rsidRDefault="004D0406" w:rsidP="00890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90B4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</w:tbl>
    <w:p w:rsidR="004D0406" w:rsidRDefault="004D0406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4D0406" w:rsidRDefault="004D0406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</w:t>
      </w:r>
    </w:p>
    <w:p w:rsidR="004D0406" w:rsidRDefault="004D0406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4D0406" w:rsidRDefault="004D0406" w:rsidP="0075217E">
      <w:pPr>
        <w:pStyle w:val="ConsPlusNormal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B0572A">
        <w:rPr>
          <w:rFonts w:ascii="Times New Roman" w:hAnsi="Times New Roman" w:cs="Times New Roman"/>
          <w:color w:val="000000"/>
          <w:sz w:val="28"/>
          <w:szCs w:val="28"/>
        </w:rPr>
        <w:t>Перечень основных мероприятий подпрограммы 1 «Наследие и народное творчество»</w:t>
      </w:r>
    </w:p>
    <w:p w:rsidR="004D0406" w:rsidRDefault="004D0406" w:rsidP="0075217E">
      <w:pPr>
        <w:pStyle w:val="ConsPlusNormal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5740" w:type="dxa"/>
        <w:tblInd w:w="93" w:type="dxa"/>
        <w:tblLook w:val="00A0"/>
      </w:tblPr>
      <w:tblGrid>
        <w:gridCol w:w="640"/>
        <w:gridCol w:w="4940"/>
        <w:gridCol w:w="1840"/>
        <w:gridCol w:w="1100"/>
        <w:gridCol w:w="1100"/>
        <w:gridCol w:w="1100"/>
        <w:gridCol w:w="1100"/>
        <w:gridCol w:w="1100"/>
        <w:gridCol w:w="1100"/>
        <w:gridCol w:w="1720"/>
      </w:tblGrid>
      <w:tr w:rsidR="004D0406" w:rsidRPr="001B4608" w:rsidTr="00ED5ED2">
        <w:trPr>
          <w:trHeight w:val="552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Наименование мероприятия 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Источники финансирования </w:t>
            </w:r>
          </w:p>
        </w:tc>
        <w:tc>
          <w:tcPr>
            <w:tcW w:w="66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Объем финансирования по годам, тыс.руб.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</w:tr>
      <w:tr w:rsidR="004D0406" w:rsidRPr="001B4608" w:rsidTr="00ED5ED2">
        <w:trPr>
          <w:trHeight w:val="64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0406" w:rsidRPr="001B4608" w:rsidTr="00ED5ED2">
        <w:trPr>
          <w:trHeight w:val="6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D0406" w:rsidRPr="001B4608" w:rsidTr="00ED5ED2">
        <w:trPr>
          <w:trHeight w:val="212"/>
        </w:trPr>
        <w:tc>
          <w:tcPr>
            <w:tcW w:w="157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Задача 1. Организация и обеспечение эффективного функционирования библиотечного дела</w:t>
            </w:r>
          </w:p>
        </w:tc>
      </w:tr>
      <w:tr w:rsidR="004D0406" w:rsidRPr="001B4608" w:rsidTr="00ED5ED2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Обеспечение деятельности подведомственных учреждений (библиотеки)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35 361,5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18 863,0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20 260,6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26 258,2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27 282,2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28 346,2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МБУК «Саяногорская ЦБС»</w:t>
            </w:r>
          </w:p>
        </w:tc>
      </w:tr>
      <w:tr w:rsidR="004D0406" w:rsidRPr="001B4608" w:rsidTr="00ED5ED2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273,1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439,0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0406" w:rsidRPr="001B4608" w:rsidTr="00ED5ED2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4 200,0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0406" w:rsidRPr="001B4608" w:rsidTr="00ED5ED2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Обеспечение сохранности  технического состояния зданий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444,9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0406" w:rsidRPr="001B4608" w:rsidTr="00ED5ED2">
        <w:trPr>
          <w:trHeight w:val="555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Государственная поддержка отрасли культуры (комплектование книжных фондов)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48,5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0406" w:rsidRPr="001B4608" w:rsidTr="00ED5ED2">
        <w:trPr>
          <w:trHeight w:val="555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0406" w:rsidRPr="001B4608" w:rsidTr="00ED5ED2">
        <w:trPr>
          <w:trHeight w:val="133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Расходы на осуществление отдельных государственных полномочий в сфере социальной поддержки работников муниципальных организаций культуры, работающих и проживающих в сельских населенных пунктах, поселках городского типа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0406" w:rsidRPr="001B4608" w:rsidTr="00ED5ED2">
        <w:trPr>
          <w:trHeight w:val="65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1.7.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Обеспечение достижения плановых показателей по заработной плате отдельных категорий работников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3 683,1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0406" w:rsidRPr="001B4608" w:rsidTr="00ED5ED2">
        <w:trPr>
          <w:trHeight w:val="570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ИТОГО по задаче 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36 104,9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19 363,5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20 700,1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32 458,2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27 882,2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28 946,2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0406" w:rsidRPr="001B4608" w:rsidTr="004F2F88">
        <w:trPr>
          <w:trHeight w:val="510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3 757,3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76,7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73,4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0406" w:rsidRPr="001B4608" w:rsidTr="004F2F88">
        <w:trPr>
          <w:trHeight w:val="27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1534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1534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1534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1534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1534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1534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1534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1534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1534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1534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D0406" w:rsidRPr="001B4608" w:rsidTr="001534C7">
        <w:trPr>
          <w:trHeight w:val="283"/>
        </w:trPr>
        <w:tc>
          <w:tcPr>
            <w:tcW w:w="157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Задача 2. Организация и обеспечение  эффективного функционирования музейного дела</w:t>
            </w:r>
          </w:p>
        </w:tc>
      </w:tr>
      <w:tr w:rsidR="004D0406" w:rsidRPr="001B4608" w:rsidTr="00ED5ED2">
        <w:trPr>
          <w:trHeight w:val="54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Обеспечение деятельности подведомственных учреждений (музеи и постоянные выставки)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17 145,7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9 962,5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11 418,0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12 686,5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13 181,3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13 695,4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МБУК «Краеведческий музей»</w:t>
            </w:r>
          </w:p>
        </w:tc>
      </w:tr>
      <w:tr w:rsidR="004D0406" w:rsidRPr="001B4608" w:rsidTr="00ED5ED2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498,2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0406" w:rsidRPr="001B4608" w:rsidTr="00ED5ED2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739,0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0406" w:rsidRPr="001B4608" w:rsidTr="00ED5ED2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Обеспечение сохранности  технического состояния зданий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1 453,8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0406" w:rsidRPr="001B4608" w:rsidTr="00ED5ED2">
        <w:trPr>
          <w:trHeight w:val="63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Обеспечение достижения плановых показателей по заработной плате отдельных категорий работников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2 011,1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0406" w:rsidRPr="001B4608" w:rsidTr="00ED5ED2">
        <w:trPr>
          <w:trHeight w:val="638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2.6.</w:t>
            </w:r>
          </w:p>
        </w:tc>
        <w:tc>
          <w:tcPr>
            <w:tcW w:w="4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ED5ED2" w:rsidRDefault="004D0406" w:rsidP="004831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Обеспечение услугами связи в части предоставления широкополосного доступа к информацио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нно-телекоммуникационной сети «</w:t>
            </w: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Интернет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социально значимых объектов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0406" w:rsidRPr="001B4608" w:rsidTr="00ED5ED2">
        <w:trPr>
          <w:trHeight w:val="51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0406" w:rsidRPr="001B4608" w:rsidTr="00ED5ED2">
        <w:trPr>
          <w:trHeight w:val="529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ИТОГО по задаче 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19  836,9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9 962,5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11 418,0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15 686,5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13 181,3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13 695,4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0406" w:rsidRPr="001B4608" w:rsidTr="00ED5ED2">
        <w:trPr>
          <w:trHeight w:val="544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2 014,3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0406" w:rsidRPr="001B4608" w:rsidTr="00ED5ED2">
        <w:trPr>
          <w:trHeight w:val="454"/>
        </w:trPr>
        <w:tc>
          <w:tcPr>
            <w:tcW w:w="157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Задача 3. Организация и обеспечение эффективного функционирования учреждений культурно-досугового типа</w:t>
            </w:r>
          </w:p>
        </w:tc>
      </w:tr>
      <w:tr w:rsidR="004D0406" w:rsidRPr="001B4608" w:rsidTr="001534C7">
        <w:trPr>
          <w:trHeight w:val="51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ED5ED2" w:rsidRDefault="004D0406" w:rsidP="0048311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Обеспечение деятельности подведомственных учреждений (в сфере культуры и кинематографии)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82 282,6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55 184,3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49 310,4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59 859,4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62 194,0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64 619,5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МАУ МО г. Саяногорск ДК «Визит»;                       МАУ МО г. Саяногорск ДК «Энергетик»</w:t>
            </w:r>
          </w:p>
        </w:tc>
      </w:tr>
      <w:tr w:rsidR="004D0406" w:rsidRPr="001B4608" w:rsidTr="001534C7">
        <w:trPr>
          <w:trHeight w:val="42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0406" w:rsidRPr="001B4608" w:rsidTr="00AD3F01">
        <w:trPr>
          <w:trHeight w:val="61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1 161,7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0406" w:rsidRPr="001B4608" w:rsidTr="001534C7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355,4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0406" w:rsidRPr="001B4608" w:rsidTr="001534C7">
        <w:trPr>
          <w:trHeight w:val="7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Обеспечение сохранности  технического состояния зданий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4 983,2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0406" w:rsidRPr="001B4608" w:rsidTr="001534C7">
        <w:trPr>
          <w:trHeight w:val="6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1534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1534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1534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1534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1534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1534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1534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1534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1534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1534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D0406" w:rsidRPr="001B4608" w:rsidTr="001534C7">
        <w:trPr>
          <w:trHeight w:val="12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Расходы на осуществление отдельных государственных полномочий в сфере социальной поддержки работников муниципальных организаций культуры, работающих и проживающих в сельских населенных пунктах, поселках городского типа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D0406" w:rsidRPr="001B4608" w:rsidTr="001534C7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3.6.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Обеспечение достижения плановых показателей по заработной плате отдельных категорий работников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2 476,8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0406" w:rsidRPr="001B4608" w:rsidTr="001534C7">
        <w:trPr>
          <w:trHeight w:val="638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ИТОГО по задаче 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88 782,9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55 184,3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49 310,4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61 359,4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62 494,0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64 719,5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0406" w:rsidRPr="001B4608" w:rsidTr="00AD3F01">
        <w:trPr>
          <w:trHeight w:val="510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2 542,6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0406" w:rsidRPr="001B4608" w:rsidTr="00AD3F01">
        <w:trPr>
          <w:trHeight w:val="300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0406" w:rsidRPr="001B4608" w:rsidTr="00ED5ED2">
        <w:trPr>
          <w:trHeight w:val="300"/>
        </w:trPr>
        <w:tc>
          <w:tcPr>
            <w:tcW w:w="157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Задача 4. Ре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ализация регионального проекта «</w:t>
            </w: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Семейные ценности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и инфраструктура культуры»</w:t>
            </w:r>
          </w:p>
        </w:tc>
      </w:tr>
      <w:tr w:rsidR="004D0406" w:rsidRPr="001B4608" w:rsidTr="00ED5ED2">
        <w:trPr>
          <w:trHeight w:val="51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Развитие сети учреждений культурно-досугового типа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152,7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МАУ МО г. Саяногорск ДК «Энергетик»</w:t>
            </w:r>
          </w:p>
        </w:tc>
      </w:tr>
      <w:tr w:rsidR="004D0406" w:rsidRPr="001B4608" w:rsidTr="00ED5ED2">
        <w:trPr>
          <w:trHeight w:val="51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15 118,4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0406" w:rsidRPr="001B4608" w:rsidTr="00ED5ED2">
        <w:trPr>
          <w:trHeight w:val="638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ИТОГО по задаче 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152,7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D47B69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0406" w:rsidRPr="001B4608" w:rsidTr="00ED5ED2">
        <w:trPr>
          <w:trHeight w:val="510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15 118,4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0406" w:rsidRPr="001B4608" w:rsidTr="00ED5ED2">
        <w:trPr>
          <w:trHeight w:val="1140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lang w:eastAsia="ru-RU"/>
              </w:rPr>
              <w:t>ВСЕГО по Подпрограмме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 подпрограмме в целом за счет всех источников финансирования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153 638,9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99 923,9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81 567,7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109 598,1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103 651,5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107 455,1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0406" w:rsidRPr="00ED5ED2" w:rsidRDefault="004D0406" w:rsidP="00ED5ED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D5ED2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4D0406" w:rsidRPr="001B4608" w:rsidTr="00ED5ED2">
        <w:trPr>
          <w:trHeight w:val="300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01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4D0406" w:rsidRPr="001B4608" w:rsidTr="00D47B69">
        <w:trPr>
          <w:trHeight w:val="544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8 314,2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15 260,9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139,2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72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4D0406" w:rsidRPr="00ED5ED2" w:rsidRDefault="004D0406" w:rsidP="00ED5ED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D5ED2">
              <w:rPr>
                <w:rFonts w:cs="Calibri"/>
                <w:color w:val="000000"/>
                <w:lang w:eastAsia="ru-RU"/>
              </w:rPr>
              <w:t> </w:t>
            </w:r>
          </w:p>
          <w:p w:rsidR="004D0406" w:rsidRPr="00ED5ED2" w:rsidRDefault="004D0406" w:rsidP="00ED5ED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D5ED2">
              <w:rPr>
                <w:rFonts w:cs="Calibri"/>
                <w:color w:val="000000"/>
                <w:lang w:eastAsia="ru-RU"/>
              </w:rPr>
              <w:t> </w:t>
            </w:r>
          </w:p>
          <w:p w:rsidR="004D0406" w:rsidRPr="00ED5ED2" w:rsidRDefault="004D0406" w:rsidP="00ED5ED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ED5ED2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4D0406" w:rsidRPr="001B4608" w:rsidTr="00D47B69">
        <w:trPr>
          <w:trHeight w:val="585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144 724,7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84 663,0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81 428,5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109 504,1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103 557,5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107 361,1</w:t>
            </w:r>
          </w:p>
        </w:tc>
        <w:tc>
          <w:tcPr>
            <w:tcW w:w="172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D0406" w:rsidRPr="00ED5ED2" w:rsidRDefault="004D0406" w:rsidP="00ED5ED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</w:tr>
      <w:tr w:rsidR="004D0406" w:rsidRPr="001B4608" w:rsidTr="00D47B69">
        <w:trPr>
          <w:trHeight w:val="300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5ED2" w:rsidRDefault="004D0406" w:rsidP="00ED5E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0406" w:rsidRPr="00ED5ED2" w:rsidRDefault="004D0406" w:rsidP="00ED5ED2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</w:tr>
    </w:tbl>
    <w:p w:rsidR="004D0406" w:rsidRDefault="004D0406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3</w:t>
      </w:r>
    </w:p>
    <w:p w:rsidR="004D0406" w:rsidRDefault="004D0406" w:rsidP="00314BA0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4D0406" w:rsidRDefault="004D0406" w:rsidP="00314BA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основных мероприятий подпрограммы 2 «Образование в области культуры»</w:t>
      </w:r>
    </w:p>
    <w:p w:rsidR="004D0406" w:rsidRDefault="004D0406" w:rsidP="00314BA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5705" w:type="dxa"/>
        <w:tblInd w:w="94" w:type="dxa"/>
        <w:tblLook w:val="00A0"/>
      </w:tblPr>
      <w:tblGrid>
        <w:gridCol w:w="640"/>
        <w:gridCol w:w="4940"/>
        <w:gridCol w:w="1805"/>
        <w:gridCol w:w="1100"/>
        <w:gridCol w:w="1100"/>
        <w:gridCol w:w="1100"/>
        <w:gridCol w:w="1100"/>
        <w:gridCol w:w="1100"/>
        <w:gridCol w:w="1100"/>
        <w:gridCol w:w="1720"/>
      </w:tblGrid>
      <w:tr w:rsidR="004D0406" w:rsidRPr="001B4608" w:rsidTr="002F7118">
        <w:trPr>
          <w:trHeight w:val="552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Наименование мероприятия </w:t>
            </w:r>
          </w:p>
        </w:tc>
        <w:tc>
          <w:tcPr>
            <w:tcW w:w="1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Источники финансирования </w:t>
            </w:r>
          </w:p>
        </w:tc>
        <w:tc>
          <w:tcPr>
            <w:tcW w:w="66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Объем финансирования по годам, тыс.руб.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</w:tr>
      <w:tr w:rsidR="004D0406" w:rsidRPr="001B4608" w:rsidTr="002F7118">
        <w:trPr>
          <w:trHeight w:val="134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0406" w:rsidRPr="001B4608" w:rsidTr="002F7118">
        <w:trPr>
          <w:trHeight w:val="16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D0406" w:rsidRPr="001B4608" w:rsidTr="002F7118">
        <w:trPr>
          <w:trHeight w:val="70"/>
        </w:trPr>
        <w:tc>
          <w:tcPr>
            <w:tcW w:w="157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Задача 1. Обеспечение эффективного функционирования учреждений дополнительного  образования в области культуры и искусства</w:t>
            </w:r>
          </w:p>
        </w:tc>
      </w:tr>
      <w:tr w:rsidR="004D0406" w:rsidRPr="001B4608" w:rsidTr="002F7118">
        <w:trPr>
          <w:trHeight w:val="8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подведомственных учреждений (предоставление дополнительного образования детям)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3C78BF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119 641,9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3C78BF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66 928,2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3C78BF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67 966,4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82 373,6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95 976,2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99 719,3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МБУДО ДХШ «Колорит»;                        МБУДО СДМШ;                            МБУДО МДШИ «Акварель»;                               МБУДО ЧДШИ</w:t>
            </w:r>
          </w:p>
        </w:tc>
      </w:tr>
      <w:tr w:rsidR="004D0406" w:rsidRPr="001B4608" w:rsidTr="002F7118">
        <w:trPr>
          <w:trHeight w:val="5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3C78BF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509,5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3C78BF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3C78BF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0406" w:rsidRPr="001B4608" w:rsidTr="002F7118">
        <w:trPr>
          <w:trHeight w:val="5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3C78BF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3C78BF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3C78BF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0406" w:rsidRPr="001B4608" w:rsidTr="002F7118">
        <w:trPr>
          <w:trHeight w:val="5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Обеспечение сохранности технического состояния зданий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3C78BF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2 687,3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3C78BF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3C78BF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0406" w:rsidRPr="001B4608" w:rsidTr="002F7118">
        <w:trPr>
          <w:trHeight w:val="549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Обеспечение достижения плановых показателей по заработной плате отдельных категорий работников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3C78BF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3 717,9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3C78BF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3C78BF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0406" w:rsidRPr="001B4608" w:rsidTr="002F7118">
        <w:trPr>
          <w:trHeight w:val="571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ИТОГО по задаче 1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3C78BF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122 838,7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3C78BF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66 928,2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3C78BF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67 966,4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83 073,6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96 176,2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99 919,3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0406" w:rsidRPr="001B4608" w:rsidTr="002F7118">
        <w:trPr>
          <w:trHeight w:val="64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0406" w:rsidRPr="003C78BF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3 717,9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0406" w:rsidRPr="003C78BF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0406" w:rsidRPr="003C78BF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0406" w:rsidRPr="001B4608" w:rsidTr="002F7118">
        <w:trPr>
          <w:trHeight w:val="362"/>
        </w:trPr>
        <w:tc>
          <w:tcPr>
            <w:tcW w:w="157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Задача 2. Реализация регионального проекта "Семейные ценности и инфраструктура культуры"</w:t>
            </w:r>
          </w:p>
        </w:tc>
      </w:tr>
      <w:tr w:rsidR="004D0406" w:rsidRPr="001B4608" w:rsidTr="002F7118">
        <w:trPr>
          <w:trHeight w:val="64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Государственная поддержка отрасли культуры (реконструкция и (или) капитальный ремонт региональных и муниципальных детских школ искусств по видам искусств)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3C78BF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3C78BF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679,4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3C78BF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МБУДО СДМШ</w:t>
            </w:r>
          </w:p>
        </w:tc>
      </w:tr>
      <w:tr w:rsidR="004D0406" w:rsidRPr="001B4608" w:rsidTr="002F7118">
        <w:trPr>
          <w:trHeight w:val="64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3C78BF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3C78BF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67 254,3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3C78BF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0406" w:rsidRPr="001B4608" w:rsidTr="002F7118">
        <w:trPr>
          <w:trHeight w:val="64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ИТОГО по задаче 2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3C78BF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3C78BF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679,4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3C78BF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0406" w:rsidRPr="001B4608" w:rsidTr="002F7118">
        <w:trPr>
          <w:trHeight w:val="64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67 254,3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0406" w:rsidRPr="001B4608" w:rsidTr="002F7118">
        <w:trPr>
          <w:trHeight w:val="6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C93A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C93A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C93A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C93A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C93A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C93A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C93A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C93A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C93A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C93A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D0406" w:rsidRPr="001B4608" w:rsidTr="002F7118">
        <w:trPr>
          <w:trHeight w:val="594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lang w:eastAsia="ru-RU"/>
              </w:rPr>
              <w:t>ВСЕГО по Подпрограмме</w:t>
            </w: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 подпрограмме в целом за счет всех источников финансирования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126 556,6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134 861,9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67 966,4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83 073,6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96 176,2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99 919,3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0406" w:rsidRPr="0053574A" w:rsidRDefault="004D0406" w:rsidP="0053574A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53574A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4D0406" w:rsidRPr="001B4608" w:rsidTr="002F7118">
        <w:trPr>
          <w:trHeight w:val="64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012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4D0406" w:rsidRPr="001B4608" w:rsidTr="002F7118">
        <w:trPr>
          <w:trHeight w:val="64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3 717,9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67 254,3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4D0406" w:rsidRPr="0053574A" w:rsidRDefault="004D0406" w:rsidP="0053574A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53574A">
              <w:rPr>
                <w:rFonts w:cs="Calibri"/>
                <w:color w:val="000000"/>
                <w:lang w:eastAsia="ru-RU"/>
              </w:rPr>
              <w:t> </w:t>
            </w:r>
          </w:p>
          <w:p w:rsidR="004D0406" w:rsidRPr="0053574A" w:rsidRDefault="004D0406" w:rsidP="0053574A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53574A">
              <w:rPr>
                <w:rFonts w:cs="Calibri"/>
                <w:color w:val="000000"/>
                <w:lang w:eastAsia="ru-RU"/>
              </w:rPr>
              <w:t> </w:t>
            </w:r>
          </w:p>
          <w:p w:rsidR="004D0406" w:rsidRPr="0053574A" w:rsidRDefault="004D0406" w:rsidP="0053574A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53574A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4D0406" w:rsidRPr="001B4608" w:rsidTr="002F7118">
        <w:trPr>
          <w:trHeight w:val="92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122 838,7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67 607,6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67 966,4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83 073,6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96 176,2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99 919,3</w:t>
            </w:r>
          </w:p>
        </w:tc>
        <w:tc>
          <w:tcPr>
            <w:tcW w:w="172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D0406" w:rsidRPr="0053574A" w:rsidRDefault="004D0406" w:rsidP="0053574A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</w:tr>
      <w:tr w:rsidR="004D0406" w:rsidRPr="001B4608" w:rsidTr="002F7118">
        <w:trPr>
          <w:trHeight w:val="64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53574A" w:rsidRDefault="004D0406" w:rsidP="005357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0406" w:rsidRPr="0053574A" w:rsidRDefault="004D0406" w:rsidP="0053574A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</w:tr>
    </w:tbl>
    <w:p w:rsidR="004D0406" w:rsidRDefault="004D0406" w:rsidP="00314BA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D0406" w:rsidRDefault="004D0406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4D0406" w:rsidRDefault="004D0406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4</w:t>
      </w:r>
    </w:p>
    <w:p w:rsidR="004D0406" w:rsidRDefault="004D0406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4D0406" w:rsidRDefault="004D0406" w:rsidP="00CD72F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основных мероприятий подпрограммы 3 «Полномочия в сфере культуры»</w:t>
      </w:r>
    </w:p>
    <w:p w:rsidR="004D0406" w:rsidRDefault="004D0406" w:rsidP="00CD72F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5740" w:type="dxa"/>
        <w:tblInd w:w="94" w:type="dxa"/>
        <w:tblLook w:val="00A0"/>
      </w:tblPr>
      <w:tblGrid>
        <w:gridCol w:w="640"/>
        <w:gridCol w:w="4940"/>
        <w:gridCol w:w="1840"/>
        <w:gridCol w:w="1100"/>
        <w:gridCol w:w="1100"/>
        <w:gridCol w:w="1100"/>
        <w:gridCol w:w="1100"/>
        <w:gridCol w:w="1100"/>
        <w:gridCol w:w="1100"/>
        <w:gridCol w:w="1720"/>
      </w:tblGrid>
      <w:tr w:rsidR="004D0406" w:rsidRPr="001B4608" w:rsidTr="002F7118">
        <w:trPr>
          <w:trHeight w:val="372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Наименование мероприятия 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Источники финансирования </w:t>
            </w:r>
          </w:p>
        </w:tc>
        <w:tc>
          <w:tcPr>
            <w:tcW w:w="66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Объем финансирования по годам, тыс. руб.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</w:tr>
      <w:tr w:rsidR="004D0406" w:rsidRPr="001B4608" w:rsidTr="002F7118">
        <w:trPr>
          <w:trHeight w:val="64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0406" w:rsidRPr="001B4608" w:rsidTr="002F7118">
        <w:trPr>
          <w:trHeight w:val="6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D0406" w:rsidRPr="001B4608" w:rsidTr="002F7118">
        <w:trPr>
          <w:trHeight w:val="88"/>
        </w:trPr>
        <w:tc>
          <w:tcPr>
            <w:tcW w:w="157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406" w:rsidRPr="00F5163D" w:rsidRDefault="004D0406" w:rsidP="00F5163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Задача 1. Обеспечение процесса эффективной реализации услуг, контроль и координация деятельности учреждений в сфере культуры </w:t>
            </w:r>
          </w:p>
        </w:tc>
      </w:tr>
      <w:tr w:rsidR="004D0406" w:rsidRPr="001B4608" w:rsidTr="002F7118">
        <w:trPr>
          <w:trHeight w:val="13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подведомственных учреждений (централизованная бухгалтерия)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3C78BF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6 249,4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3C78BF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4 274,9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3C78BF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3 414,3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4 801,7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4 989,0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5 183,5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УКСМ</w:t>
            </w:r>
          </w:p>
          <w:p w:rsidR="004D0406" w:rsidRPr="00F5163D" w:rsidRDefault="004D0406" w:rsidP="00F5163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D0406" w:rsidRPr="001B4608" w:rsidTr="002F7118">
        <w:trPr>
          <w:trHeight w:val="8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3C78BF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3C78BF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3C78BF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0406" w:rsidRPr="001B4608" w:rsidTr="002F7118">
        <w:trPr>
          <w:trHeight w:val="18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Укрепление материально - технической базы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3C78BF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205,9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3C78BF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307,0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3C78BF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0406" w:rsidRPr="001B4608" w:rsidTr="002F7118">
        <w:trPr>
          <w:trHeight w:val="6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Обеспечение сохранности технического состояния зданий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3C78BF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3C78BF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3C78BF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0406" w:rsidRPr="001B4608" w:rsidTr="002F7118">
        <w:trPr>
          <w:trHeight w:val="64"/>
        </w:trPr>
        <w:tc>
          <w:tcPr>
            <w:tcW w:w="5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ИТОГО по задаче 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3C78BF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6 563,4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3C78BF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4 581,9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3C78BF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3 664,3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4 901,7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5 089,0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5 283,5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0406" w:rsidRPr="001B4608" w:rsidTr="002F7118">
        <w:trPr>
          <w:trHeight w:val="278"/>
        </w:trPr>
        <w:tc>
          <w:tcPr>
            <w:tcW w:w="5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lang w:eastAsia="ru-RU"/>
              </w:rPr>
              <w:t>ВСЕГО по Подпрограмме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 подпрограмме в целом за счет всех источников финансирования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6 563,4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4 581,9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3 664,3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4 901,7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5 089,0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5 283,5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0406" w:rsidRPr="001B4608" w:rsidTr="002F7118">
        <w:trPr>
          <w:trHeight w:val="27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D0406" w:rsidRPr="001B4608" w:rsidTr="002F7118">
        <w:trPr>
          <w:trHeight w:val="300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01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4D0406" w:rsidRPr="001B4608" w:rsidTr="002F7118">
        <w:trPr>
          <w:trHeight w:val="103"/>
        </w:trPr>
        <w:tc>
          <w:tcPr>
            <w:tcW w:w="5580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4D0406" w:rsidRPr="00F5163D" w:rsidRDefault="004D0406" w:rsidP="00F5163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4D0406" w:rsidRPr="00F5163D" w:rsidRDefault="004D0406" w:rsidP="00F5163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D0406" w:rsidRPr="001B4608" w:rsidTr="002F7118">
        <w:trPr>
          <w:trHeight w:val="64"/>
        </w:trPr>
        <w:tc>
          <w:tcPr>
            <w:tcW w:w="5580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6 563,4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4 581,9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3 664,3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4 901,7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5 089,0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5 283,5</w:t>
            </w:r>
          </w:p>
        </w:tc>
        <w:tc>
          <w:tcPr>
            <w:tcW w:w="172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0406" w:rsidRPr="001B4608" w:rsidTr="002F7118">
        <w:trPr>
          <w:trHeight w:val="64"/>
        </w:trPr>
        <w:tc>
          <w:tcPr>
            <w:tcW w:w="55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5163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F5163D" w:rsidRDefault="004D0406" w:rsidP="00F5163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D0406" w:rsidRDefault="004D0406" w:rsidP="00F80DF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»;</w:t>
      </w:r>
    </w:p>
    <w:p w:rsidR="004D0406" w:rsidRDefault="004D0406" w:rsidP="00CD72F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A0"/>
      </w:tblPr>
      <w:tblGrid>
        <w:gridCol w:w="7904"/>
        <w:gridCol w:w="7797"/>
      </w:tblGrid>
      <w:tr w:rsidR="004D0406" w:rsidRPr="001B4608" w:rsidTr="001B4608">
        <w:tc>
          <w:tcPr>
            <w:tcW w:w="7904" w:type="dxa"/>
          </w:tcPr>
          <w:p w:rsidR="004D0406" w:rsidRPr="001B4608" w:rsidRDefault="004D0406" w:rsidP="001B4608">
            <w:pPr>
              <w:pStyle w:val="ConsPlusNormal"/>
              <w:ind w:left="-10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46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Управляющий делами Администрации </w:t>
            </w:r>
          </w:p>
          <w:p w:rsidR="004D0406" w:rsidRPr="001B4608" w:rsidRDefault="004D0406" w:rsidP="001B4608">
            <w:pPr>
              <w:pStyle w:val="ConsPlusNormal"/>
              <w:ind w:left="-10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46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муниципального образования </w:t>
            </w:r>
          </w:p>
          <w:p w:rsidR="004D0406" w:rsidRPr="001B4608" w:rsidRDefault="004D0406" w:rsidP="001B4608">
            <w:pPr>
              <w:pStyle w:val="ConsPlusNormal"/>
              <w:ind w:left="-10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46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Саяногорск</w:t>
            </w:r>
          </w:p>
        </w:tc>
        <w:tc>
          <w:tcPr>
            <w:tcW w:w="7797" w:type="dxa"/>
          </w:tcPr>
          <w:p w:rsidR="004D0406" w:rsidRPr="001B4608" w:rsidRDefault="004D0406" w:rsidP="001B4608">
            <w:pPr>
              <w:pStyle w:val="ConsPlusNormal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D0406" w:rsidRPr="001B4608" w:rsidRDefault="004D0406" w:rsidP="001B4608">
            <w:pPr>
              <w:pStyle w:val="ConsPlusNormal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D0406" w:rsidRPr="001B4608" w:rsidRDefault="004D0406" w:rsidP="001B4608">
            <w:pPr>
              <w:pStyle w:val="ConsPlusNormal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46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Л.В. Байтобетова</w:t>
            </w:r>
          </w:p>
        </w:tc>
      </w:tr>
    </w:tbl>
    <w:p w:rsidR="004D0406" w:rsidRDefault="004D0406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Pr="0099785E" w:rsidRDefault="004D0406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99785E">
        <w:rPr>
          <w:rFonts w:ascii="Times New Roman" w:hAnsi="Times New Roman"/>
          <w:sz w:val="16"/>
          <w:szCs w:val="16"/>
        </w:rPr>
        <w:t>Исп.: Заместитель руководителя УКСМ</w:t>
      </w:r>
    </w:p>
    <w:p w:rsidR="004D0406" w:rsidRPr="0099785E" w:rsidRDefault="004D0406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99785E">
        <w:rPr>
          <w:rFonts w:ascii="Times New Roman" w:hAnsi="Times New Roman"/>
          <w:sz w:val="16"/>
          <w:szCs w:val="16"/>
        </w:rPr>
        <w:t xml:space="preserve"> по экономической работе</w:t>
      </w:r>
    </w:p>
    <w:p w:rsidR="004D0406" w:rsidRPr="0099785E" w:rsidRDefault="004D0406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99785E">
        <w:rPr>
          <w:rFonts w:ascii="Times New Roman" w:hAnsi="Times New Roman"/>
          <w:sz w:val="16"/>
          <w:szCs w:val="16"/>
        </w:rPr>
        <w:t>Смыслова Наталья Викторовна_____________</w:t>
      </w:r>
    </w:p>
    <w:p w:rsidR="004D0406" w:rsidRDefault="004D0406" w:rsidP="003C78B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9785E">
        <w:rPr>
          <w:rFonts w:ascii="Times New Roman" w:hAnsi="Times New Roman"/>
          <w:sz w:val="16"/>
          <w:szCs w:val="16"/>
        </w:rPr>
        <w:t>Тел. 8(39042)67696</w:t>
      </w:r>
      <w:r>
        <w:rPr>
          <w:rFonts w:ascii="Times New Roman" w:hAnsi="Times New Roman"/>
          <w:sz w:val="28"/>
          <w:szCs w:val="28"/>
        </w:rPr>
        <w:br w:type="page"/>
      </w:r>
    </w:p>
    <w:p w:rsidR="004D0406" w:rsidRDefault="004D0406" w:rsidP="001B4E7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4D0406" w:rsidRDefault="004D0406" w:rsidP="001B4E7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4D0406" w:rsidRDefault="004D0406" w:rsidP="001B4E7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D0406" w:rsidRDefault="004D0406" w:rsidP="001B4E7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Саяногорск</w:t>
      </w:r>
    </w:p>
    <w:p w:rsidR="004D0406" w:rsidRDefault="004D0406" w:rsidP="001B4E7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2025 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FFFF"/>
          <w:sz w:val="28"/>
          <w:szCs w:val="28"/>
        </w:rPr>
        <w:t>г</w:t>
      </w:r>
    </w:p>
    <w:p w:rsidR="004D0406" w:rsidRDefault="004D0406" w:rsidP="00CD72F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D0406" w:rsidRDefault="004D0406" w:rsidP="001D2473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«Таблица 6</w:t>
      </w:r>
    </w:p>
    <w:p w:rsidR="004D0406" w:rsidRDefault="004D0406" w:rsidP="001D247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основных мероприятий подпрограммы 5 «Средства массовой информации»</w:t>
      </w:r>
    </w:p>
    <w:p w:rsidR="004D0406" w:rsidRDefault="004D0406" w:rsidP="001D247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5705" w:type="dxa"/>
        <w:tblInd w:w="94" w:type="dxa"/>
        <w:tblLook w:val="00A0"/>
      </w:tblPr>
      <w:tblGrid>
        <w:gridCol w:w="640"/>
        <w:gridCol w:w="3485"/>
        <w:gridCol w:w="3260"/>
        <w:gridCol w:w="1100"/>
        <w:gridCol w:w="1100"/>
        <w:gridCol w:w="1100"/>
        <w:gridCol w:w="1100"/>
        <w:gridCol w:w="1100"/>
        <w:gridCol w:w="1100"/>
        <w:gridCol w:w="1720"/>
      </w:tblGrid>
      <w:tr w:rsidR="004D0406" w:rsidRPr="001B4608" w:rsidTr="00D86FCC">
        <w:trPr>
          <w:trHeight w:val="182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Наименование мероприятия 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Источники финансирования </w:t>
            </w:r>
          </w:p>
        </w:tc>
        <w:tc>
          <w:tcPr>
            <w:tcW w:w="66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Объем финансирования по годам, тыс. руб.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</w:tr>
      <w:tr w:rsidR="004D0406" w:rsidRPr="001B4608" w:rsidTr="00D86FCC">
        <w:trPr>
          <w:trHeight w:val="72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0406" w:rsidRPr="001B4608" w:rsidTr="00D86FCC">
        <w:trPr>
          <w:trHeight w:val="6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D0406" w:rsidRPr="001B4608" w:rsidTr="00D86FCC">
        <w:trPr>
          <w:trHeight w:val="224"/>
        </w:trPr>
        <w:tc>
          <w:tcPr>
            <w:tcW w:w="157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406" w:rsidRPr="001B4E7D" w:rsidRDefault="004D0406" w:rsidP="001B4E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Задача 1. Обеспечение информирования населения о деятельности и решениях органов местного самоуправления муниципального образования город Саяногорск по различным направлениям культурного и социально-экономического развития города и иной информации</w:t>
            </w:r>
          </w:p>
        </w:tc>
      </w:tr>
      <w:tr w:rsidR="004D0406" w:rsidRPr="001B4608" w:rsidTr="00D86FCC">
        <w:trPr>
          <w:trHeight w:val="17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подведомственных учреждений (в сфере средств массовой информации)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378A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20 992,2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378A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378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11 183,5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378A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378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9 241,5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14 940,2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15 522,9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16 128,3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МАУ«Редакция городской газеты «Саянские ведомости»</w:t>
            </w:r>
          </w:p>
        </w:tc>
      </w:tr>
      <w:tr w:rsidR="004D0406" w:rsidRPr="001B4608" w:rsidTr="00D86FCC">
        <w:trPr>
          <w:trHeight w:val="27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Обеспечение сохранности технического состояния зданий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378A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1 827,2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378A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378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ED378A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378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0406" w:rsidRPr="001B4608" w:rsidTr="00D86FCC">
        <w:trPr>
          <w:trHeight w:val="88"/>
        </w:trPr>
        <w:tc>
          <w:tcPr>
            <w:tcW w:w="4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ИТОГО по задаче 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22 819,4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11 183,5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9 241,5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15 140,2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15 522,9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16 128,3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0406" w:rsidRPr="001B4608" w:rsidTr="00D86FCC">
        <w:trPr>
          <w:trHeight w:val="179"/>
        </w:trPr>
        <w:tc>
          <w:tcPr>
            <w:tcW w:w="4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lang w:eastAsia="ru-RU"/>
              </w:rPr>
              <w:t>ВСЕГО по Подпрограмме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 подпрограмме в целом за счет всех источников финансирования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22 819,4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11 183,5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9 241,5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15 140,2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15 522,9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16 128,3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D0406" w:rsidRPr="001B4608" w:rsidTr="00D86FCC">
        <w:trPr>
          <w:trHeight w:val="64"/>
        </w:trPr>
        <w:tc>
          <w:tcPr>
            <w:tcW w:w="4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5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4D0406" w:rsidRPr="001B4608" w:rsidTr="00D86FCC">
        <w:trPr>
          <w:trHeight w:val="64"/>
        </w:trPr>
        <w:tc>
          <w:tcPr>
            <w:tcW w:w="4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D0406" w:rsidRPr="001B4608" w:rsidTr="00D86FCC">
        <w:trPr>
          <w:trHeight w:val="64"/>
        </w:trPr>
        <w:tc>
          <w:tcPr>
            <w:tcW w:w="4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22 819,4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11 183,5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9 241,5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15 140,2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15 522,9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16 128,3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D0406" w:rsidRPr="001B4608" w:rsidTr="00D86FCC">
        <w:trPr>
          <w:trHeight w:val="64"/>
        </w:trPr>
        <w:tc>
          <w:tcPr>
            <w:tcW w:w="4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06" w:rsidRPr="001B4E7D" w:rsidRDefault="004D0406" w:rsidP="001B4E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4D0406" w:rsidRDefault="004D0406" w:rsidP="00F702CB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»;</w:t>
      </w:r>
    </w:p>
    <w:tbl>
      <w:tblPr>
        <w:tblW w:w="0" w:type="auto"/>
        <w:tblInd w:w="108" w:type="dxa"/>
        <w:tblLook w:val="00A0"/>
      </w:tblPr>
      <w:tblGrid>
        <w:gridCol w:w="7904"/>
        <w:gridCol w:w="7797"/>
      </w:tblGrid>
      <w:tr w:rsidR="004D0406" w:rsidRPr="001B4608" w:rsidTr="001B4608">
        <w:tc>
          <w:tcPr>
            <w:tcW w:w="7904" w:type="dxa"/>
          </w:tcPr>
          <w:p w:rsidR="004D0406" w:rsidRPr="001B4608" w:rsidRDefault="004D0406" w:rsidP="001B4608">
            <w:pPr>
              <w:pStyle w:val="ConsPlusNormal"/>
              <w:ind w:left="-10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46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Управляющий делами Администрации </w:t>
            </w:r>
          </w:p>
          <w:p w:rsidR="004D0406" w:rsidRPr="001B4608" w:rsidRDefault="004D0406" w:rsidP="001B4608">
            <w:pPr>
              <w:pStyle w:val="ConsPlusNormal"/>
              <w:ind w:left="-10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46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муниципального образования </w:t>
            </w:r>
          </w:p>
          <w:p w:rsidR="004D0406" w:rsidRPr="001B4608" w:rsidRDefault="004D0406" w:rsidP="001B4608">
            <w:pPr>
              <w:pStyle w:val="ConsPlusNormal"/>
              <w:ind w:left="-10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46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Саяногорск</w:t>
            </w:r>
          </w:p>
        </w:tc>
        <w:tc>
          <w:tcPr>
            <w:tcW w:w="7797" w:type="dxa"/>
          </w:tcPr>
          <w:p w:rsidR="004D0406" w:rsidRPr="001B4608" w:rsidRDefault="004D0406" w:rsidP="001B4608">
            <w:pPr>
              <w:pStyle w:val="ConsPlusNormal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D0406" w:rsidRPr="001B4608" w:rsidRDefault="004D0406" w:rsidP="001B4608">
            <w:pPr>
              <w:pStyle w:val="ConsPlusNormal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D0406" w:rsidRPr="001B4608" w:rsidRDefault="004D0406" w:rsidP="001B4608">
            <w:pPr>
              <w:pStyle w:val="ConsPlusNormal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46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Л.В. Байтобетова</w:t>
            </w:r>
          </w:p>
        </w:tc>
      </w:tr>
    </w:tbl>
    <w:p w:rsidR="004D0406" w:rsidRPr="0099785E" w:rsidRDefault="004D0406" w:rsidP="00A54AA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A54AA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A54AA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A54AA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A54AA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A54AA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A54AA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A54AA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A54AA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A54AA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A54AA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A54AA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A54AA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A54AA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A54AA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A54AA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A54AA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A54AA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A54AA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A54AA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A54AA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A54AA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A54AA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A54AA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A54AA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A54AA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A54AA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A54AA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A54AA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A54AA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A54AA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A54AA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A54AA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A54AA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A54AA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A54AA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A54AA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A54AA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A54AA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A54AA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A54AA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A54AA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A54AA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A54AA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Default="004D0406" w:rsidP="00A54AA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406" w:rsidRPr="0099785E" w:rsidRDefault="004D0406" w:rsidP="00A54AA0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99785E">
        <w:rPr>
          <w:rFonts w:ascii="Times New Roman" w:hAnsi="Times New Roman"/>
          <w:sz w:val="16"/>
          <w:szCs w:val="16"/>
        </w:rPr>
        <w:t>Исп.: Заместитель руководителя УКСМ</w:t>
      </w:r>
    </w:p>
    <w:p w:rsidR="004D0406" w:rsidRPr="0099785E" w:rsidRDefault="004D0406" w:rsidP="00A54AA0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99785E">
        <w:rPr>
          <w:rFonts w:ascii="Times New Roman" w:hAnsi="Times New Roman"/>
          <w:sz w:val="16"/>
          <w:szCs w:val="16"/>
        </w:rPr>
        <w:t xml:space="preserve"> по экономической работе</w:t>
      </w:r>
    </w:p>
    <w:p w:rsidR="004D0406" w:rsidRPr="0099785E" w:rsidRDefault="004D0406" w:rsidP="00A54AA0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99785E">
        <w:rPr>
          <w:rFonts w:ascii="Times New Roman" w:hAnsi="Times New Roman"/>
          <w:sz w:val="16"/>
          <w:szCs w:val="16"/>
        </w:rPr>
        <w:t>Смыслова Наталья Викторовна_____________</w:t>
      </w:r>
    </w:p>
    <w:p w:rsidR="004D0406" w:rsidRDefault="004D0406" w:rsidP="00A54AA0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99785E">
        <w:rPr>
          <w:rFonts w:ascii="Times New Roman" w:hAnsi="Times New Roman"/>
          <w:sz w:val="16"/>
          <w:szCs w:val="16"/>
        </w:rPr>
        <w:t>Тел. 8(39042)67696</w:t>
      </w:r>
    </w:p>
    <w:p w:rsidR="004D0406" w:rsidRPr="0099785E" w:rsidRDefault="004D0406" w:rsidP="00A54AA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sectPr w:rsidR="004D0406" w:rsidRPr="0099785E" w:rsidSect="00422A1B">
      <w:headerReference w:type="even" r:id="rId6"/>
      <w:headerReference w:type="default" r:id="rId7"/>
      <w:pgSz w:w="16838" w:h="11906" w:orient="landscape"/>
      <w:pgMar w:top="1701" w:right="567" w:bottom="1134" w:left="567" w:header="567" w:footer="709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0406" w:rsidRDefault="004D0406" w:rsidP="00D74B87">
      <w:pPr>
        <w:spacing w:after="0" w:line="240" w:lineRule="auto"/>
      </w:pPr>
      <w:r>
        <w:separator/>
      </w:r>
    </w:p>
  </w:endnote>
  <w:endnote w:type="continuationSeparator" w:id="0">
    <w:p w:rsidR="004D0406" w:rsidRDefault="004D0406" w:rsidP="00D74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0406" w:rsidRDefault="004D0406" w:rsidP="00D74B87">
      <w:pPr>
        <w:spacing w:after="0" w:line="240" w:lineRule="auto"/>
      </w:pPr>
      <w:r>
        <w:separator/>
      </w:r>
    </w:p>
  </w:footnote>
  <w:footnote w:type="continuationSeparator" w:id="0">
    <w:p w:rsidR="004D0406" w:rsidRDefault="004D0406" w:rsidP="00D74B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406" w:rsidRDefault="004D0406" w:rsidP="00422A1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D0406" w:rsidRDefault="004D0406" w:rsidP="00422A1B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406" w:rsidRDefault="004D0406" w:rsidP="00D9149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14</w:t>
    </w:r>
    <w:r>
      <w:rPr>
        <w:rStyle w:val="PageNumber"/>
      </w:rPr>
      <w:fldChar w:fldCharType="end"/>
    </w:r>
  </w:p>
  <w:p w:rsidR="004D0406" w:rsidRPr="00422A1B" w:rsidRDefault="004D0406" w:rsidP="00422A1B">
    <w:pPr>
      <w:pStyle w:val="Header"/>
      <w:rPr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C6D"/>
    <w:rsid w:val="000128F7"/>
    <w:rsid w:val="00023B16"/>
    <w:rsid w:val="00057A4C"/>
    <w:rsid w:val="00057EB8"/>
    <w:rsid w:val="00071191"/>
    <w:rsid w:val="00073ABE"/>
    <w:rsid w:val="00090AB3"/>
    <w:rsid w:val="00090C93"/>
    <w:rsid w:val="000C5B1E"/>
    <w:rsid w:val="000E20E8"/>
    <w:rsid w:val="001534C7"/>
    <w:rsid w:val="00192881"/>
    <w:rsid w:val="001A023D"/>
    <w:rsid w:val="001B4608"/>
    <w:rsid w:val="001B4E7D"/>
    <w:rsid w:val="001D2473"/>
    <w:rsid w:val="001D28B7"/>
    <w:rsid w:val="00202770"/>
    <w:rsid w:val="00253996"/>
    <w:rsid w:val="00261043"/>
    <w:rsid w:val="00285AE1"/>
    <w:rsid w:val="002A7246"/>
    <w:rsid w:val="002B3E3D"/>
    <w:rsid w:val="002B677D"/>
    <w:rsid w:val="002B7CF9"/>
    <w:rsid w:val="002F58EA"/>
    <w:rsid w:val="002F7118"/>
    <w:rsid w:val="00314BA0"/>
    <w:rsid w:val="003223EC"/>
    <w:rsid w:val="00342354"/>
    <w:rsid w:val="003462EF"/>
    <w:rsid w:val="00362F92"/>
    <w:rsid w:val="003638BF"/>
    <w:rsid w:val="003675CA"/>
    <w:rsid w:val="003772F0"/>
    <w:rsid w:val="003C78BF"/>
    <w:rsid w:val="003E0239"/>
    <w:rsid w:val="00400BA5"/>
    <w:rsid w:val="00422A1B"/>
    <w:rsid w:val="00437F63"/>
    <w:rsid w:val="00441FA4"/>
    <w:rsid w:val="004448CB"/>
    <w:rsid w:val="0046545E"/>
    <w:rsid w:val="004665E2"/>
    <w:rsid w:val="0048311C"/>
    <w:rsid w:val="004866F6"/>
    <w:rsid w:val="00486DC4"/>
    <w:rsid w:val="004A1033"/>
    <w:rsid w:val="004A17FA"/>
    <w:rsid w:val="004D0406"/>
    <w:rsid w:val="004F2F88"/>
    <w:rsid w:val="00507CE9"/>
    <w:rsid w:val="0053120A"/>
    <w:rsid w:val="0053574A"/>
    <w:rsid w:val="00554EF4"/>
    <w:rsid w:val="00562741"/>
    <w:rsid w:val="00570E7E"/>
    <w:rsid w:val="005A1725"/>
    <w:rsid w:val="005C0644"/>
    <w:rsid w:val="005C1DFF"/>
    <w:rsid w:val="00613871"/>
    <w:rsid w:val="00665D3B"/>
    <w:rsid w:val="006660AA"/>
    <w:rsid w:val="0068681E"/>
    <w:rsid w:val="006A5B69"/>
    <w:rsid w:val="006A6CC0"/>
    <w:rsid w:val="006B6E61"/>
    <w:rsid w:val="006F3A2D"/>
    <w:rsid w:val="00721004"/>
    <w:rsid w:val="007413C7"/>
    <w:rsid w:val="00743FC2"/>
    <w:rsid w:val="0075217E"/>
    <w:rsid w:val="007609E8"/>
    <w:rsid w:val="00770D39"/>
    <w:rsid w:val="0078118D"/>
    <w:rsid w:val="0079588E"/>
    <w:rsid w:val="007B55EB"/>
    <w:rsid w:val="007B5BCE"/>
    <w:rsid w:val="007C6F33"/>
    <w:rsid w:val="007E602B"/>
    <w:rsid w:val="007F70F1"/>
    <w:rsid w:val="0081306B"/>
    <w:rsid w:val="0082721B"/>
    <w:rsid w:val="008379D2"/>
    <w:rsid w:val="00844762"/>
    <w:rsid w:val="008504B2"/>
    <w:rsid w:val="00851B66"/>
    <w:rsid w:val="008665BD"/>
    <w:rsid w:val="008811AF"/>
    <w:rsid w:val="00886D5C"/>
    <w:rsid w:val="00890B43"/>
    <w:rsid w:val="008F75A0"/>
    <w:rsid w:val="00943D49"/>
    <w:rsid w:val="009731C9"/>
    <w:rsid w:val="00974F3C"/>
    <w:rsid w:val="0099785E"/>
    <w:rsid w:val="00A009AA"/>
    <w:rsid w:val="00A04EEB"/>
    <w:rsid w:val="00A22E1E"/>
    <w:rsid w:val="00A33C2B"/>
    <w:rsid w:val="00A432B0"/>
    <w:rsid w:val="00A5193D"/>
    <w:rsid w:val="00A54AA0"/>
    <w:rsid w:val="00A70ACA"/>
    <w:rsid w:val="00A777D0"/>
    <w:rsid w:val="00A948AC"/>
    <w:rsid w:val="00AA24D8"/>
    <w:rsid w:val="00AA4645"/>
    <w:rsid w:val="00AB563F"/>
    <w:rsid w:val="00AD3F01"/>
    <w:rsid w:val="00AF43A0"/>
    <w:rsid w:val="00AF6DAD"/>
    <w:rsid w:val="00B0572A"/>
    <w:rsid w:val="00B104AA"/>
    <w:rsid w:val="00B37862"/>
    <w:rsid w:val="00B43646"/>
    <w:rsid w:val="00B4677C"/>
    <w:rsid w:val="00B8600A"/>
    <w:rsid w:val="00B86028"/>
    <w:rsid w:val="00B876A7"/>
    <w:rsid w:val="00BC419A"/>
    <w:rsid w:val="00BE18A9"/>
    <w:rsid w:val="00BE4E77"/>
    <w:rsid w:val="00BF2189"/>
    <w:rsid w:val="00BF36E8"/>
    <w:rsid w:val="00BF7B69"/>
    <w:rsid w:val="00C17FB9"/>
    <w:rsid w:val="00C55A43"/>
    <w:rsid w:val="00C84C7A"/>
    <w:rsid w:val="00C875B5"/>
    <w:rsid w:val="00C93ABD"/>
    <w:rsid w:val="00CA6059"/>
    <w:rsid w:val="00CA7BFC"/>
    <w:rsid w:val="00CB3C49"/>
    <w:rsid w:val="00CD72F7"/>
    <w:rsid w:val="00D07C6D"/>
    <w:rsid w:val="00D1161E"/>
    <w:rsid w:val="00D1478A"/>
    <w:rsid w:val="00D47B69"/>
    <w:rsid w:val="00D74B87"/>
    <w:rsid w:val="00D86FCC"/>
    <w:rsid w:val="00D9149A"/>
    <w:rsid w:val="00DA0F48"/>
    <w:rsid w:val="00DD0CCC"/>
    <w:rsid w:val="00E31068"/>
    <w:rsid w:val="00E37C6E"/>
    <w:rsid w:val="00E74884"/>
    <w:rsid w:val="00ED378A"/>
    <w:rsid w:val="00ED5ED2"/>
    <w:rsid w:val="00F40DC4"/>
    <w:rsid w:val="00F5163D"/>
    <w:rsid w:val="00F663C6"/>
    <w:rsid w:val="00F702CB"/>
    <w:rsid w:val="00F80DF5"/>
    <w:rsid w:val="00FA13A1"/>
    <w:rsid w:val="00FA4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7F6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07C6D"/>
    <w:pPr>
      <w:widowControl w:val="0"/>
      <w:autoSpaceDE w:val="0"/>
      <w:autoSpaceDN w:val="0"/>
    </w:pPr>
    <w:rPr>
      <w:rFonts w:eastAsia="Times New Roman" w:cs="Calibri"/>
    </w:rPr>
  </w:style>
  <w:style w:type="paragraph" w:styleId="Header">
    <w:name w:val="header"/>
    <w:basedOn w:val="Normal"/>
    <w:link w:val="HeaderChar"/>
    <w:uiPriority w:val="99"/>
    <w:rsid w:val="00D74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74B87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D74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74B87"/>
    <w:rPr>
      <w:rFonts w:cs="Times New Roman"/>
    </w:rPr>
  </w:style>
  <w:style w:type="table" w:styleId="TableGrid">
    <w:name w:val="Table Grid"/>
    <w:basedOn w:val="TableNormal"/>
    <w:uiPriority w:val="99"/>
    <w:rsid w:val="00A54AA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70ACA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character" w:styleId="PageNumber">
    <w:name w:val="page number"/>
    <w:basedOn w:val="DefaultParagraphFont"/>
    <w:uiPriority w:val="99"/>
    <w:rsid w:val="00422A1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296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6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6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6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6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6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6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6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6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6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6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6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6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6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6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6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6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6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6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6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6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6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6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6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6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6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6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6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11</Pages>
  <Words>2275</Words>
  <Characters>12972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subject/>
  <dc:creator>Смыслова Наталья Викторовна</dc:creator>
  <cp:keywords/>
  <dc:description/>
  <cp:lastModifiedBy>Пользователь</cp:lastModifiedBy>
  <cp:revision>7</cp:revision>
  <cp:lastPrinted>2025-11-25T03:27:00Z</cp:lastPrinted>
  <dcterms:created xsi:type="dcterms:W3CDTF">2025-12-24T10:40:00Z</dcterms:created>
  <dcterms:modified xsi:type="dcterms:W3CDTF">2025-12-24T11:27:00Z</dcterms:modified>
</cp:coreProperties>
</file>